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14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"/>
        <w:gridCol w:w="2848"/>
        <w:gridCol w:w="1492"/>
        <w:gridCol w:w="1842"/>
        <w:gridCol w:w="2427"/>
      </w:tblGrid>
      <w:tr w:rsidR="003879CC" w:rsidRPr="000D2661" w14:paraId="6B17D9D6" w14:textId="77777777" w:rsidTr="003879CC">
        <w:trPr>
          <w:trHeight w:val="25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</w:tcPr>
          <w:p w14:paraId="3B273B39" w14:textId="24A26EE1" w:rsidR="003879CC" w:rsidRPr="000D2661" w:rsidRDefault="003879CC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90E4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Technika pro údržbu železničních prostranství</w:t>
            </w:r>
          </w:p>
        </w:tc>
      </w:tr>
      <w:tr w:rsidR="003879CC" w:rsidRPr="000D2661" w14:paraId="4346C0C3" w14:textId="77777777" w:rsidTr="003879CC">
        <w:trPr>
          <w:trHeight w:val="25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</w:tcPr>
          <w:p w14:paraId="0D0CE8AC" w14:textId="20CB9E8F" w:rsidR="003879CC" w:rsidRPr="000D2661" w:rsidRDefault="003879CC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D266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ev.č. VZ: 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63524065</w:t>
            </w:r>
          </w:p>
        </w:tc>
      </w:tr>
      <w:tr w:rsidR="007C2719" w:rsidRPr="000D2661" w14:paraId="611DFF3E" w14:textId="77777777" w:rsidTr="007C2719">
        <w:trPr>
          <w:trHeight w:val="25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CE1D" w14:textId="77777777" w:rsidR="007C2719" w:rsidRPr="000D2661" w:rsidRDefault="007C2719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8D6C7" w14:textId="77777777" w:rsidR="007C2719" w:rsidRPr="000D2661" w:rsidRDefault="007C2719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4322A" w14:textId="77777777" w:rsidR="007C2719" w:rsidRPr="000D2661" w:rsidRDefault="007C2719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</w:tcPr>
          <w:p w14:paraId="726080D1" w14:textId="77777777" w:rsidR="007C2719" w:rsidRPr="000D2661" w:rsidRDefault="007C2719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2CA1" w14:textId="7E893FC6" w:rsidR="007C2719" w:rsidRPr="000D2661" w:rsidRDefault="007C2719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C2719" w:rsidRPr="000D2661" w14:paraId="2F9FCAA3" w14:textId="77777777" w:rsidTr="003879CC">
        <w:trPr>
          <w:trHeight w:val="76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B59" w:themeFill="accent1"/>
            <w:noWrap/>
            <w:vAlign w:val="bottom"/>
            <w:hideMark/>
          </w:tcPr>
          <w:p w14:paraId="56D5D6CC" w14:textId="77777777" w:rsidR="007C2719" w:rsidRPr="003879CC" w:rsidRDefault="007C2719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 w:themeColor="background1"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color w:val="FFFFFF" w:themeColor="background1"/>
                <w:lang w:eastAsia="cs-CZ"/>
              </w:rPr>
              <w:t> 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B59" w:themeFill="accent1"/>
            <w:vAlign w:val="center"/>
            <w:hideMark/>
          </w:tcPr>
          <w:p w14:paraId="649E31D0" w14:textId="77777777" w:rsidR="007C2719" w:rsidRPr="003879CC" w:rsidRDefault="007C2719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 w:themeColor="background1"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color w:val="FFFFFF" w:themeColor="background1"/>
                <w:lang w:eastAsia="cs-CZ"/>
              </w:rPr>
              <w:t>Název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B59" w:themeFill="accent1"/>
            <w:noWrap/>
            <w:vAlign w:val="center"/>
            <w:hideMark/>
          </w:tcPr>
          <w:p w14:paraId="23E9F35F" w14:textId="77777777" w:rsidR="007C2719" w:rsidRPr="003879CC" w:rsidRDefault="007C2719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 w:themeColor="background1"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color w:val="FFFFFF" w:themeColor="background1"/>
                <w:lang w:eastAsia="cs-CZ"/>
              </w:rPr>
              <w:t>Množství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B59" w:themeFill="accent1"/>
            <w:vAlign w:val="center"/>
          </w:tcPr>
          <w:p w14:paraId="1B260788" w14:textId="46A7861E" w:rsidR="007C2719" w:rsidRPr="003879CC" w:rsidRDefault="007C2719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 w:themeColor="background1"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color w:val="FFFFFF" w:themeColor="background1"/>
                <w:lang w:eastAsia="cs-CZ"/>
              </w:rPr>
              <w:t>Cena za 1ks v Kč bez DPH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B59" w:themeFill="accent1"/>
            <w:vAlign w:val="center"/>
            <w:hideMark/>
          </w:tcPr>
          <w:p w14:paraId="612A522F" w14:textId="6AAC9327" w:rsidR="007C2719" w:rsidRPr="003879CC" w:rsidRDefault="007C2719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 w:themeColor="background1"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color w:val="FFFFFF" w:themeColor="background1"/>
                <w:lang w:eastAsia="cs-CZ"/>
              </w:rPr>
              <w:t>Cena celkem za požadované množství v Kč bez DPH</w:t>
            </w:r>
          </w:p>
        </w:tc>
      </w:tr>
      <w:tr w:rsidR="007C2719" w:rsidRPr="000D2661" w14:paraId="297D6F19" w14:textId="77777777" w:rsidTr="007C2719">
        <w:trPr>
          <w:trHeight w:val="52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A8D5" w14:textId="77777777" w:rsidR="007C2719" w:rsidRPr="00F820E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color w:val="000000"/>
                <w:lang w:eastAsia="cs-CZ"/>
              </w:rPr>
              <w:t>1.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B026" w14:textId="764FB7D5" w:rsidR="007C2719" w:rsidRPr="00F820EC" w:rsidRDefault="007C2719" w:rsidP="007C271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R</w:t>
            </w: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učně ved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ený</w:t>
            </w: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 nosič nářadí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C6131" w14:textId="77777777" w:rsidR="007C2719" w:rsidRPr="00F820E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lang w:eastAsia="cs-CZ"/>
              </w:rPr>
              <w:t>6 ks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200" w:themeFill="accent2"/>
            <w:vAlign w:val="center"/>
          </w:tcPr>
          <w:p w14:paraId="7C4871BC" w14:textId="19202C04" w:rsidR="007C2719" w:rsidRPr="003879C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lang w:eastAsia="cs-CZ"/>
              </w:rPr>
              <w:t>0,00 Kč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17C98845" w14:textId="1CFBA07C" w:rsidR="007C2719" w:rsidRPr="003879C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lang w:eastAsia="cs-CZ"/>
              </w:rPr>
              <w:t>0,00 Kč</w:t>
            </w:r>
          </w:p>
        </w:tc>
      </w:tr>
      <w:tr w:rsidR="007C2719" w:rsidRPr="000D2661" w14:paraId="118B3B37" w14:textId="77777777" w:rsidTr="007C2719">
        <w:trPr>
          <w:trHeight w:val="52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8096" w14:textId="77777777" w:rsidR="007C2719" w:rsidRPr="00F820E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color w:val="000000"/>
                <w:lang w:eastAsia="cs-CZ"/>
              </w:rPr>
              <w:t>2.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8CF3C" w14:textId="37C4D50F" w:rsidR="007C2719" w:rsidRPr="00F820EC" w:rsidRDefault="007C2719" w:rsidP="007C271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B</w:t>
            </w: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ezpečnostní mulčovač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31B59" w14:textId="77777777" w:rsidR="007C2719" w:rsidRPr="00F820E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lang w:eastAsia="cs-CZ"/>
              </w:rPr>
              <w:t>4 ks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200" w:themeFill="accent2"/>
            <w:vAlign w:val="center"/>
          </w:tcPr>
          <w:p w14:paraId="75A86CB5" w14:textId="02454962" w:rsidR="007C2719" w:rsidRPr="003879C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lang w:eastAsia="cs-CZ"/>
              </w:rPr>
              <w:t>0,00 Kč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48BCE432" w14:textId="02403E73" w:rsidR="007C2719" w:rsidRPr="003879C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lang w:eastAsia="cs-CZ"/>
              </w:rPr>
              <w:t>0,00 Kč</w:t>
            </w:r>
          </w:p>
        </w:tc>
      </w:tr>
      <w:tr w:rsidR="007C2719" w:rsidRPr="000D2661" w14:paraId="16D29E3D" w14:textId="77777777" w:rsidTr="007C2719">
        <w:trPr>
          <w:trHeight w:val="52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83B3" w14:textId="77777777" w:rsidR="007C2719" w:rsidRPr="00F820E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color w:val="000000"/>
                <w:lang w:eastAsia="cs-CZ"/>
              </w:rPr>
              <w:t>3.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37E0" w14:textId="2D5FE044" w:rsidR="007C2719" w:rsidRPr="00F820EC" w:rsidRDefault="007C2719" w:rsidP="007C271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K</w:t>
            </w: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ladívkov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ý</w:t>
            </w: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 mulčovač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8204" w14:textId="77777777" w:rsidR="007C2719" w:rsidRPr="00F820E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lang w:eastAsia="cs-CZ"/>
              </w:rPr>
              <w:t>2 ks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200" w:themeFill="accent2"/>
            <w:vAlign w:val="center"/>
          </w:tcPr>
          <w:p w14:paraId="3ACD8974" w14:textId="371CE35C" w:rsidR="007C2719" w:rsidRPr="003879C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lang w:eastAsia="cs-CZ"/>
              </w:rPr>
              <w:t>0,00 Kč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6E498DD2" w14:textId="595F5F08" w:rsidR="007C2719" w:rsidRPr="003879C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lang w:eastAsia="cs-CZ"/>
              </w:rPr>
              <w:t>0,00 Kč</w:t>
            </w:r>
          </w:p>
        </w:tc>
      </w:tr>
      <w:tr w:rsidR="007C2719" w:rsidRPr="000D2661" w14:paraId="1498B00C" w14:textId="77777777" w:rsidTr="007C2719">
        <w:trPr>
          <w:trHeight w:val="52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0C58F" w14:textId="77777777" w:rsidR="007C2719" w:rsidRPr="00F820E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color w:val="000000"/>
                <w:lang w:eastAsia="cs-CZ"/>
              </w:rPr>
              <w:t>4.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D604" w14:textId="66559738" w:rsidR="007C2719" w:rsidRPr="00F820EC" w:rsidRDefault="007C2719" w:rsidP="007C271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Z</w:t>
            </w: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ametací kartáč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33D7" w14:textId="77777777" w:rsidR="007C2719" w:rsidRPr="00F820E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lang w:eastAsia="cs-CZ"/>
              </w:rPr>
              <w:t>2 ks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200" w:themeFill="accent2"/>
            <w:vAlign w:val="center"/>
          </w:tcPr>
          <w:p w14:paraId="0FC0AE07" w14:textId="6A4B0116" w:rsidR="007C2719" w:rsidRPr="003879C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lang w:eastAsia="cs-CZ"/>
              </w:rPr>
              <w:t>0,00 Kč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32C39786" w14:textId="7A1EEEEB" w:rsidR="007C2719" w:rsidRPr="003879C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lang w:eastAsia="cs-CZ"/>
              </w:rPr>
              <w:t>0,00 Kč</w:t>
            </w:r>
          </w:p>
        </w:tc>
      </w:tr>
      <w:tr w:rsidR="007C2719" w:rsidRPr="000D2661" w14:paraId="005CFB4E" w14:textId="77777777" w:rsidTr="007C2719">
        <w:trPr>
          <w:trHeight w:val="52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491B9" w14:textId="77777777" w:rsidR="007C2719" w:rsidRPr="00F820E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color w:val="000000"/>
                <w:lang w:eastAsia="cs-CZ"/>
              </w:rPr>
              <w:t>5.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1677" w14:textId="53E9ADD4" w:rsidR="007C2719" w:rsidRPr="00F820EC" w:rsidRDefault="007C2719" w:rsidP="007C271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S</w:t>
            </w: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něhov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á</w:t>
            </w: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 fréz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585CF" w14:textId="77777777" w:rsidR="007C2719" w:rsidRPr="00F820E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lang w:eastAsia="cs-CZ"/>
              </w:rPr>
              <w:t>1 ks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200" w:themeFill="accent2"/>
            <w:vAlign w:val="center"/>
          </w:tcPr>
          <w:p w14:paraId="6998B781" w14:textId="5A759078" w:rsidR="007C2719" w:rsidRPr="003879C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lang w:eastAsia="cs-CZ"/>
              </w:rPr>
              <w:t>0,00 Kč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3DEB20FA" w14:textId="6DE0F15F" w:rsidR="007C2719" w:rsidRPr="003879C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lang w:eastAsia="cs-CZ"/>
              </w:rPr>
              <w:t>0,00 Kč</w:t>
            </w:r>
          </w:p>
        </w:tc>
      </w:tr>
      <w:tr w:rsidR="007C2719" w:rsidRPr="000D2661" w14:paraId="113DBD97" w14:textId="77777777" w:rsidTr="007C2719">
        <w:trPr>
          <w:trHeight w:val="52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7A3E1" w14:textId="77777777" w:rsidR="007C2719" w:rsidRPr="00F820E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color w:val="000000"/>
                <w:lang w:eastAsia="cs-CZ"/>
              </w:rPr>
              <w:t>6.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CB33" w14:textId="575E317C" w:rsidR="007C2719" w:rsidRPr="00F820EC" w:rsidRDefault="007C2719" w:rsidP="007C271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R</w:t>
            </w: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adlice na sníh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E42E9" w14:textId="77777777" w:rsidR="007C2719" w:rsidRPr="00F820E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lang w:eastAsia="cs-CZ"/>
              </w:rPr>
              <w:t>1 ks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200" w:themeFill="accent2"/>
            <w:vAlign w:val="center"/>
          </w:tcPr>
          <w:p w14:paraId="71698520" w14:textId="6B341F83" w:rsidR="007C2719" w:rsidRPr="003879C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lang w:eastAsia="cs-CZ"/>
              </w:rPr>
              <w:t>0,00 Kč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6A59C73F" w14:textId="22C4C295" w:rsidR="007C2719" w:rsidRPr="003879CC" w:rsidRDefault="007C2719" w:rsidP="007C271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lang w:eastAsia="cs-CZ"/>
              </w:rPr>
              <w:t>0,00 Kč</w:t>
            </w:r>
          </w:p>
        </w:tc>
      </w:tr>
      <w:tr w:rsidR="007C2719" w:rsidRPr="000D2661" w14:paraId="4A5CE79D" w14:textId="77777777" w:rsidTr="003879CC">
        <w:trPr>
          <w:trHeight w:val="502"/>
        </w:trPr>
        <w:tc>
          <w:tcPr>
            <w:tcW w:w="2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noWrap/>
            <w:vAlign w:val="center"/>
            <w:hideMark/>
          </w:tcPr>
          <w:p w14:paraId="2FBC00D0" w14:textId="7BC71685" w:rsidR="007C2719" w:rsidRPr="00F820EC" w:rsidRDefault="007C2719" w:rsidP="000D26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Cena celkem</w:t>
            </w:r>
            <w:r w:rsidR="003879C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za celý předmět plnění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B59" w:themeFill="accent1"/>
          </w:tcPr>
          <w:p w14:paraId="3EED2F82" w14:textId="77777777" w:rsidR="007C2719" w:rsidRPr="003879CC" w:rsidRDefault="007C2719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5A780B78" w14:textId="782502E6" w:rsidR="007C2719" w:rsidRPr="003879CC" w:rsidRDefault="007C2719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879CC">
              <w:rPr>
                <w:rFonts w:ascii="Verdana" w:eastAsia="Times New Roman" w:hAnsi="Verdana" w:cs="Times New Roman"/>
                <w:b/>
                <w:bCs/>
                <w:lang w:eastAsia="cs-CZ"/>
              </w:rPr>
              <w:t>0,00 Kč</w:t>
            </w:r>
          </w:p>
        </w:tc>
      </w:tr>
      <w:tr w:rsidR="007C2719" w:rsidRPr="000D2661" w14:paraId="7DCDC4C7" w14:textId="77777777" w:rsidTr="007C2719">
        <w:trPr>
          <w:trHeight w:val="270"/>
        </w:trPr>
        <w:tc>
          <w:tcPr>
            <w:tcW w:w="17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2E56E3" w14:textId="77777777" w:rsidR="007C2719" w:rsidRPr="00F820EC" w:rsidRDefault="007C2719" w:rsidP="000D26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Pokyny k vyplnění: 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2F0A" w14:textId="77777777" w:rsidR="007C2719" w:rsidRPr="00F820EC" w:rsidRDefault="007C2719" w:rsidP="000D26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</w:tcPr>
          <w:p w14:paraId="594D4F58" w14:textId="77777777" w:rsidR="007C2719" w:rsidRPr="00F820EC" w:rsidRDefault="007C2719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14DAD" w14:textId="2C44751B" w:rsidR="007C2719" w:rsidRPr="00F820EC" w:rsidRDefault="007C2719" w:rsidP="000D26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C2719" w:rsidRPr="000D2661" w14:paraId="274E8792" w14:textId="77777777" w:rsidTr="007C2719">
        <w:trPr>
          <w:gridAfter w:val="1"/>
          <w:wAfter w:w="1357" w:type="pct"/>
          <w:trHeight w:val="510"/>
        </w:trPr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5A030BD0" w14:textId="77777777" w:rsidR="007C2719" w:rsidRPr="007C2719" w:rsidRDefault="007C2719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C2719">
              <w:rPr>
                <w:rFonts w:ascii="Verdana" w:eastAsia="Times New Roman" w:hAnsi="Verdana" w:cs="Times New Roman"/>
                <w:b/>
                <w:bCs/>
                <w:lang w:eastAsia="cs-CZ"/>
              </w:rPr>
              <w:t>1.</w:t>
            </w:r>
          </w:p>
        </w:tc>
        <w:tc>
          <w:tcPr>
            <w:tcW w:w="345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</w:tcPr>
          <w:p w14:paraId="41E91EC7" w14:textId="0C4540E0" w:rsidR="007C2719" w:rsidRPr="007C2719" w:rsidRDefault="007C2719" w:rsidP="000D26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Takto </w:t>
            </w:r>
            <w:r w:rsidRPr="007C2719">
              <w:rPr>
                <w:rFonts w:ascii="Verdana" w:eastAsia="Times New Roman" w:hAnsi="Verdana" w:cs="Times New Roman"/>
                <w:b/>
                <w:bCs/>
                <w:lang w:eastAsia="cs-CZ"/>
              </w:rPr>
              <w:t>podbarvená pole</w:t>
            </w: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 jsou určena </w:t>
            </w:r>
            <w:r w:rsidRPr="007C2719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k doplnění účastníkem výběrového řízení </w:t>
            </w:r>
          </w:p>
        </w:tc>
      </w:tr>
      <w:tr w:rsidR="007C2719" w:rsidRPr="000D2661" w14:paraId="561D0AE7" w14:textId="77777777" w:rsidTr="007C2719">
        <w:trPr>
          <w:gridAfter w:val="1"/>
          <w:wAfter w:w="1357" w:type="pct"/>
          <w:trHeight w:val="510"/>
        </w:trPr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185FFA" w14:textId="7FE4D7AE" w:rsidR="007C2719" w:rsidRPr="007C2719" w:rsidRDefault="007C2719" w:rsidP="000D266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C2719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2. </w:t>
            </w:r>
          </w:p>
        </w:tc>
        <w:tc>
          <w:tcPr>
            <w:tcW w:w="345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C341BD8" w14:textId="0BD4E3FC" w:rsidR="007C2719" w:rsidRPr="007C2719" w:rsidRDefault="007C2719" w:rsidP="000D26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C2719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 Za součet ceny celkem je odpovědný účastník!</w:t>
            </w:r>
          </w:p>
        </w:tc>
      </w:tr>
    </w:tbl>
    <w:p w14:paraId="6C332FB3" w14:textId="77777777" w:rsidR="000D2661" w:rsidRPr="001D0B67" w:rsidRDefault="000D2661" w:rsidP="001D0B67"/>
    <w:sectPr w:rsidR="000D2661" w:rsidRPr="001D0B67" w:rsidSect="00A54B7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86BA0" w14:textId="77777777" w:rsidR="00A54B7B" w:rsidRDefault="00A54B7B" w:rsidP="00962258">
      <w:pPr>
        <w:spacing w:after="0" w:line="240" w:lineRule="auto"/>
      </w:pPr>
      <w:r>
        <w:separator/>
      </w:r>
    </w:p>
  </w:endnote>
  <w:endnote w:type="continuationSeparator" w:id="0">
    <w:p w14:paraId="19D8DD9C" w14:textId="77777777" w:rsidR="00A54B7B" w:rsidRDefault="00A54B7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28CE296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75F4CF0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19B6C" w14:textId="77777777" w:rsidR="00A54B7B" w:rsidRDefault="00A54B7B" w:rsidP="00962258">
      <w:pPr>
        <w:spacing w:after="0" w:line="240" w:lineRule="auto"/>
      </w:pPr>
      <w:r>
        <w:separator/>
      </w:r>
    </w:p>
  </w:footnote>
  <w:footnote w:type="continuationSeparator" w:id="0">
    <w:p w14:paraId="06572430" w14:textId="77777777" w:rsidR="00A54B7B" w:rsidRDefault="00A54B7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D2A5D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BE2612" w14:textId="785E4E9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A7C3628" w14:textId="77777777" w:rsidR="007C2719" w:rsidRPr="007C2719" w:rsidRDefault="00590E4B" w:rsidP="007C2719">
          <w:pPr>
            <w:pStyle w:val="Druhdokumentu"/>
            <w:rPr>
              <w:b w:val="0"/>
              <w:bCs/>
              <w:sz w:val="18"/>
              <w:szCs w:val="18"/>
            </w:rPr>
          </w:pPr>
          <w:r w:rsidRPr="007C2719">
            <w:rPr>
              <w:b w:val="0"/>
              <w:bCs/>
              <w:sz w:val="18"/>
              <w:szCs w:val="18"/>
            </w:rPr>
            <w:t xml:space="preserve">Díl 3_2 </w:t>
          </w:r>
          <w:r w:rsidR="007C2719" w:rsidRPr="007C2719">
            <w:rPr>
              <w:b w:val="0"/>
              <w:bCs/>
              <w:sz w:val="18"/>
              <w:szCs w:val="18"/>
            </w:rPr>
            <w:t xml:space="preserve">Zadávací dokumentace: </w:t>
          </w:r>
        </w:p>
        <w:p w14:paraId="32C6FC15" w14:textId="4E03FFE1" w:rsidR="007B5F03" w:rsidRPr="007C2719" w:rsidRDefault="00590E4B" w:rsidP="007C2719">
          <w:pPr>
            <w:pStyle w:val="Druhdokumentu"/>
            <w:rPr>
              <w:b w:val="0"/>
              <w:bCs/>
              <w:color w:val="002060"/>
              <w:sz w:val="18"/>
              <w:szCs w:val="18"/>
            </w:rPr>
          </w:pPr>
          <w:r w:rsidRPr="007C2719">
            <w:rPr>
              <w:b w:val="0"/>
              <w:bCs/>
              <w:sz w:val="18"/>
              <w:szCs w:val="18"/>
            </w:rPr>
            <w:t>Rozpis ceny dodávky</w:t>
          </w:r>
        </w:p>
        <w:p w14:paraId="3C7E7170" w14:textId="4B2A59E1" w:rsidR="00F1715C" w:rsidRPr="00D6163D" w:rsidRDefault="00F1715C" w:rsidP="00A25DC7">
          <w:pPr>
            <w:pStyle w:val="Druhdokumentu"/>
            <w:jc w:val="left"/>
          </w:pPr>
        </w:p>
      </w:tc>
    </w:tr>
    <w:tr w:rsidR="00F64786" w14:paraId="3F4871E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4"/>
  </w:num>
  <w:num w:numId="2" w16cid:durableId="1233614210">
    <w:abstractNumId w:val="1"/>
  </w:num>
  <w:num w:numId="3" w16cid:durableId="10554698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4107122">
    <w:abstractNumId w:val="11"/>
  </w:num>
  <w:num w:numId="5" w16cid:durableId="1805124448">
    <w:abstractNumId w:val="5"/>
  </w:num>
  <w:num w:numId="6" w16cid:durableId="1559632707">
    <w:abstractNumId w:val="6"/>
  </w:num>
  <w:num w:numId="7" w16cid:durableId="387069646">
    <w:abstractNumId w:val="0"/>
  </w:num>
  <w:num w:numId="8" w16cid:durableId="1644627126">
    <w:abstractNumId w:val="7"/>
  </w:num>
  <w:num w:numId="9" w16cid:durableId="190822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8348127">
    <w:abstractNumId w:val="6"/>
  </w:num>
  <w:num w:numId="11" w16cid:durableId="739911116">
    <w:abstractNumId w:val="1"/>
  </w:num>
  <w:num w:numId="12" w16cid:durableId="10183673">
    <w:abstractNumId w:val="6"/>
  </w:num>
  <w:num w:numId="13" w16cid:durableId="1129317775">
    <w:abstractNumId w:val="6"/>
  </w:num>
  <w:num w:numId="14" w16cid:durableId="786967333">
    <w:abstractNumId w:val="6"/>
  </w:num>
  <w:num w:numId="15" w16cid:durableId="166134107">
    <w:abstractNumId w:val="6"/>
  </w:num>
  <w:num w:numId="16" w16cid:durableId="498471892">
    <w:abstractNumId w:val="4"/>
  </w:num>
  <w:num w:numId="17" w16cid:durableId="1242329626">
    <w:abstractNumId w:val="4"/>
  </w:num>
  <w:num w:numId="18" w16cid:durableId="1862470845">
    <w:abstractNumId w:val="4"/>
  </w:num>
  <w:num w:numId="19" w16cid:durableId="2093624531">
    <w:abstractNumId w:val="4"/>
  </w:num>
  <w:num w:numId="20" w16cid:durableId="433788697">
    <w:abstractNumId w:val="4"/>
  </w:num>
  <w:num w:numId="21" w16cid:durableId="45615908">
    <w:abstractNumId w:val="4"/>
  </w:num>
  <w:num w:numId="22" w16cid:durableId="1941834075">
    <w:abstractNumId w:val="6"/>
  </w:num>
  <w:num w:numId="23" w16cid:durableId="834761244">
    <w:abstractNumId w:val="1"/>
  </w:num>
  <w:num w:numId="24" w16cid:durableId="1857186139">
    <w:abstractNumId w:val="6"/>
  </w:num>
  <w:num w:numId="25" w16cid:durableId="727992348">
    <w:abstractNumId w:val="6"/>
  </w:num>
  <w:num w:numId="26" w16cid:durableId="765462575">
    <w:abstractNumId w:val="6"/>
  </w:num>
  <w:num w:numId="27" w16cid:durableId="691807541">
    <w:abstractNumId w:val="6"/>
  </w:num>
  <w:num w:numId="28" w16cid:durableId="1762215825">
    <w:abstractNumId w:val="13"/>
  </w:num>
  <w:num w:numId="29" w16cid:durableId="1168905685">
    <w:abstractNumId w:val="4"/>
  </w:num>
  <w:num w:numId="30" w16cid:durableId="1649481833">
    <w:abstractNumId w:val="13"/>
  </w:num>
  <w:num w:numId="31" w16cid:durableId="1021051880">
    <w:abstractNumId w:val="13"/>
  </w:num>
  <w:num w:numId="32" w16cid:durableId="1519737483">
    <w:abstractNumId w:val="13"/>
  </w:num>
  <w:num w:numId="33" w16cid:durableId="1448937087">
    <w:abstractNumId w:val="13"/>
  </w:num>
  <w:num w:numId="34" w16cid:durableId="102388946">
    <w:abstractNumId w:val="6"/>
  </w:num>
  <w:num w:numId="35" w16cid:durableId="1119832455">
    <w:abstractNumId w:val="1"/>
  </w:num>
  <w:num w:numId="36" w16cid:durableId="472795391">
    <w:abstractNumId w:val="6"/>
  </w:num>
  <w:num w:numId="37" w16cid:durableId="1207252702">
    <w:abstractNumId w:val="6"/>
  </w:num>
  <w:num w:numId="38" w16cid:durableId="987442754">
    <w:abstractNumId w:val="6"/>
  </w:num>
  <w:num w:numId="39" w16cid:durableId="597905471">
    <w:abstractNumId w:val="6"/>
  </w:num>
  <w:num w:numId="40" w16cid:durableId="1749576490">
    <w:abstractNumId w:val="13"/>
  </w:num>
  <w:num w:numId="41" w16cid:durableId="214436435">
    <w:abstractNumId w:val="4"/>
  </w:num>
  <w:num w:numId="42" w16cid:durableId="37318550">
    <w:abstractNumId w:val="13"/>
  </w:num>
  <w:num w:numId="43" w16cid:durableId="1429888837">
    <w:abstractNumId w:val="13"/>
  </w:num>
  <w:num w:numId="44" w16cid:durableId="1410536007">
    <w:abstractNumId w:val="13"/>
  </w:num>
  <w:num w:numId="45" w16cid:durableId="1799491888">
    <w:abstractNumId w:val="13"/>
  </w:num>
  <w:num w:numId="46" w16cid:durableId="1677152385">
    <w:abstractNumId w:val="2"/>
  </w:num>
  <w:num w:numId="47" w16cid:durableId="804003955">
    <w:abstractNumId w:val="3"/>
  </w:num>
  <w:num w:numId="48" w16cid:durableId="1040012196">
    <w:abstractNumId w:val="12"/>
  </w:num>
  <w:num w:numId="49" w16cid:durableId="763183591">
    <w:abstractNumId w:val="10"/>
  </w:num>
  <w:num w:numId="50" w16cid:durableId="102105320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1055A"/>
    <w:rsid w:val="00030DCB"/>
    <w:rsid w:val="00044F24"/>
    <w:rsid w:val="00050682"/>
    <w:rsid w:val="00072C1E"/>
    <w:rsid w:val="00085901"/>
    <w:rsid w:val="0009057F"/>
    <w:rsid w:val="00095F2A"/>
    <w:rsid w:val="000D2661"/>
    <w:rsid w:val="00114472"/>
    <w:rsid w:val="00125F48"/>
    <w:rsid w:val="0014474C"/>
    <w:rsid w:val="00170EC5"/>
    <w:rsid w:val="001747C1"/>
    <w:rsid w:val="0018304D"/>
    <w:rsid w:val="0018596A"/>
    <w:rsid w:val="001D0B67"/>
    <w:rsid w:val="0020210D"/>
    <w:rsid w:val="002030FF"/>
    <w:rsid w:val="00203A07"/>
    <w:rsid w:val="00207DF5"/>
    <w:rsid w:val="002310FB"/>
    <w:rsid w:val="002370F3"/>
    <w:rsid w:val="00272E51"/>
    <w:rsid w:val="00281392"/>
    <w:rsid w:val="002A42A7"/>
    <w:rsid w:val="002C31BF"/>
    <w:rsid w:val="002D57AD"/>
    <w:rsid w:val="002E0CD7"/>
    <w:rsid w:val="003457C2"/>
    <w:rsid w:val="00357BC6"/>
    <w:rsid w:val="003879CC"/>
    <w:rsid w:val="003956C6"/>
    <w:rsid w:val="003B588D"/>
    <w:rsid w:val="00400632"/>
    <w:rsid w:val="004011D0"/>
    <w:rsid w:val="0040180D"/>
    <w:rsid w:val="00450F07"/>
    <w:rsid w:val="00453CD3"/>
    <w:rsid w:val="00455BC7"/>
    <w:rsid w:val="00457220"/>
    <w:rsid w:val="00460660"/>
    <w:rsid w:val="00466658"/>
    <w:rsid w:val="00476B32"/>
    <w:rsid w:val="00486107"/>
    <w:rsid w:val="00491827"/>
    <w:rsid w:val="004C4399"/>
    <w:rsid w:val="004C787C"/>
    <w:rsid w:val="004D0B7E"/>
    <w:rsid w:val="004F4B9B"/>
    <w:rsid w:val="00511AB9"/>
    <w:rsid w:val="00523EA7"/>
    <w:rsid w:val="00553375"/>
    <w:rsid w:val="0056142B"/>
    <w:rsid w:val="005658A6"/>
    <w:rsid w:val="005736B7"/>
    <w:rsid w:val="00575E5A"/>
    <w:rsid w:val="00590E4B"/>
    <w:rsid w:val="00596C7E"/>
    <w:rsid w:val="005B4FAA"/>
    <w:rsid w:val="006066EB"/>
    <w:rsid w:val="0061068E"/>
    <w:rsid w:val="00637F09"/>
    <w:rsid w:val="006419DA"/>
    <w:rsid w:val="00642806"/>
    <w:rsid w:val="00660AD3"/>
    <w:rsid w:val="00684B93"/>
    <w:rsid w:val="006A5570"/>
    <w:rsid w:val="006A6691"/>
    <w:rsid w:val="006A689C"/>
    <w:rsid w:val="006B3D79"/>
    <w:rsid w:val="006E0578"/>
    <w:rsid w:val="006E15B7"/>
    <w:rsid w:val="006E314D"/>
    <w:rsid w:val="00710723"/>
    <w:rsid w:val="00723ED1"/>
    <w:rsid w:val="00730122"/>
    <w:rsid w:val="00743525"/>
    <w:rsid w:val="0076286B"/>
    <w:rsid w:val="00766846"/>
    <w:rsid w:val="0077673A"/>
    <w:rsid w:val="007846E1"/>
    <w:rsid w:val="007918FD"/>
    <w:rsid w:val="007B570C"/>
    <w:rsid w:val="007B5F03"/>
    <w:rsid w:val="007C2719"/>
    <w:rsid w:val="007E2A0D"/>
    <w:rsid w:val="007E4A6E"/>
    <w:rsid w:val="007F56A7"/>
    <w:rsid w:val="00807DD0"/>
    <w:rsid w:val="00813599"/>
    <w:rsid w:val="008324D3"/>
    <w:rsid w:val="0083742E"/>
    <w:rsid w:val="008720F8"/>
    <w:rsid w:val="00872202"/>
    <w:rsid w:val="00896E2B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2411"/>
    <w:rsid w:val="00985C6C"/>
    <w:rsid w:val="00992D9C"/>
    <w:rsid w:val="00996CB8"/>
    <w:rsid w:val="009A1CD3"/>
    <w:rsid w:val="009B2E97"/>
    <w:rsid w:val="009D3013"/>
    <w:rsid w:val="009E07F4"/>
    <w:rsid w:val="009F392E"/>
    <w:rsid w:val="00A25139"/>
    <w:rsid w:val="00A25DC7"/>
    <w:rsid w:val="00A44328"/>
    <w:rsid w:val="00A46285"/>
    <w:rsid w:val="00A54B7B"/>
    <w:rsid w:val="00A56E78"/>
    <w:rsid w:val="00A6177B"/>
    <w:rsid w:val="00A66136"/>
    <w:rsid w:val="00A7497A"/>
    <w:rsid w:val="00A7646E"/>
    <w:rsid w:val="00A90BC8"/>
    <w:rsid w:val="00A92A08"/>
    <w:rsid w:val="00AA4CBB"/>
    <w:rsid w:val="00AA65FA"/>
    <w:rsid w:val="00AA7351"/>
    <w:rsid w:val="00AB6702"/>
    <w:rsid w:val="00AC1827"/>
    <w:rsid w:val="00AD056F"/>
    <w:rsid w:val="00AD6731"/>
    <w:rsid w:val="00B15D0D"/>
    <w:rsid w:val="00B26919"/>
    <w:rsid w:val="00B45E9E"/>
    <w:rsid w:val="00B649D6"/>
    <w:rsid w:val="00B75EE1"/>
    <w:rsid w:val="00B77481"/>
    <w:rsid w:val="00B8518B"/>
    <w:rsid w:val="00B85BD4"/>
    <w:rsid w:val="00BD7E91"/>
    <w:rsid w:val="00BE6C4F"/>
    <w:rsid w:val="00BF374D"/>
    <w:rsid w:val="00BF4B65"/>
    <w:rsid w:val="00C02D0A"/>
    <w:rsid w:val="00C03A6E"/>
    <w:rsid w:val="00C305EC"/>
    <w:rsid w:val="00C44F6A"/>
    <w:rsid w:val="00C964C2"/>
    <w:rsid w:val="00CD1FC4"/>
    <w:rsid w:val="00D21061"/>
    <w:rsid w:val="00D40214"/>
    <w:rsid w:val="00D4108E"/>
    <w:rsid w:val="00D6163D"/>
    <w:rsid w:val="00D831A3"/>
    <w:rsid w:val="00DA74B1"/>
    <w:rsid w:val="00DD0D86"/>
    <w:rsid w:val="00DD2DC9"/>
    <w:rsid w:val="00DD46F3"/>
    <w:rsid w:val="00DD58A6"/>
    <w:rsid w:val="00DE1BB0"/>
    <w:rsid w:val="00DE56F2"/>
    <w:rsid w:val="00DF116D"/>
    <w:rsid w:val="00E67544"/>
    <w:rsid w:val="00E97047"/>
    <w:rsid w:val="00EB104F"/>
    <w:rsid w:val="00ED14BD"/>
    <w:rsid w:val="00F12DEC"/>
    <w:rsid w:val="00F160C2"/>
    <w:rsid w:val="00F1715C"/>
    <w:rsid w:val="00F216FD"/>
    <w:rsid w:val="00F310F8"/>
    <w:rsid w:val="00F35939"/>
    <w:rsid w:val="00F45607"/>
    <w:rsid w:val="00F60702"/>
    <w:rsid w:val="00F64786"/>
    <w:rsid w:val="00F659EB"/>
    <w:rsid w:val="00F75CA7"/>
    <w:rsid w:val="00F820EC"/>
    <w:rsid w:val="00F862D6"/>
    <w:rsid w:val="00F86BA6"/>
    <w:rsid w:val="00FA47F6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OR00000OVANT012\_Public\_Kanc_&#344;\Sekretari&#225;t%20O&#344;\3.%20Hlavi&#269;kov&#253;%20pap&#237;r%20-%20VZOR\Standartn&#237;%20dopis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Standartní dopis.dotx</Template>
  <TotalTime>40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16</cp:revision>
  <cp:lastPrinted>2018-04-04T17:09:00Z</cp:lastPrinted>
  <dcterms:created xsi:type="dcterms:W3CDTF">2024-04-11T11:38:00Z</dcterms:created>
  <dcterms:modified xsi:type="dcterms:W3CDTF">2024-05-19T17:48:00Z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